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09"/>
      </w:tblGrid>
      <w:tr w:rsidR="00C6517E" w:rsidRPr="009B18E8" w14:paraId="0B2A9131" w14:textId="77777777" w:rsidTr="00257F49">
        <w:trPr>
          <w:trHeight w:hRule="exact" w:val="1082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0969BF" w14:textId="77777777" w:rsidR="00C6517E" w:rsidRPr="00296F23" w:rsidRDefault="00C6517E" w:rsidP="00A20C1F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 w:rsidRPr="00296F23">
              <w:rPr>
                <w:rFonts w:cs="Arial"/>
                <w:sz w:val="36"/>
                <w:szCs w:val="36"/>
              </w:rPr>
              <w:t>DOŚWIADCZENIE ZAWODOWE</w:t>
            </w:r>
          </w:p>
        </w:tc>
      </w:tr>
    </w:tbl>
    <w:p w14:paraId="7B10BF3E" w14:textId="77777777" w:rsidR="00626767" w:rsidRDefault="00626767" w:rsidP="006204D4">
      <w:pPr>
        <w:spacing w:line="360" w:lineRule="auto"/>
        <w:jc w:val="both"/>
      </w:pPr>
    </w:p>
    <w:p w14:paraId="4C85A170" w14:textId="651D3B87" w:rsidR="003D5781" w:rsidRPr="005D41A6" w:rsidRDefault="003D5781" w:rsidP="003D5781">
      <w:pPr>
        <w:autoSpaceDE w:val="0"/>
        <w:autoSpaceDN w:val="0"/>
        <w:adjustRightInd w:val="0"/>
        <w:spacing w:line="360" w:lineRule="auto"/>
        <w:jc w:val="both"/>
      </w:pPr>
      <w:r w:rsidRPr="002E3D05">
        <w:rPr>
          <w:rFonts w:cs="Arial"/>
        </w:rPr>
        <w:t xml:space="preserve">Składając </w:t>
      </w:r>
      <w:r w:rsidRPr="000B1BDB">
        <w:rPr>
          <w:rFonts w:cs="Arial"/>
        </w:rPr>
        <w:t xml:space="preserve">ofertę w Postępowaniu o udzielenie Zamówienia na </w:t>
      </w:r>
      <w:r w:rsidR="006F65B1" w:rsidRPr="000B1BDB">
        <w:rPr>
          <w:rFonts w:cs="Arial"/>
        </w:rPr>
        <w:t>„</w:t>
      </w:r>
      <w:r w:rsidR="00B232F4" w:rsidRPr="00B232F4">
        <w:rPr>
          <w:rFonts w:cs="Century Gothic"/>
          <w:b/>
          <w:bCs/>
        </w:rPr>
        <w:t>Wykonanie zasilania stacji ładowania pojazdów na terenie Oddziału w Świerklanach</w:t>
      </w:r>
      <w:r w:rsidR="00B232F4" w:rsidRPr="00B232F4">
        <w:rPr>
          <w:rFonts w:cs="Century Gothic"/>
          <w:b/>
          <w:bCs/>
        </w:rPr>
        <w:t xml:space="preserve"> </w:t>
      </w:r>
      <w:r w:rsidR="00B232F4">
        <w:rPr>
          <w:rFonts w:cs="Century Gothic"/>
          <w:b/>
          <w:bCs/>
        </w:rPr>
        <w:br/>
      </w:r>
      <w:r w:rsidRPr="000B1BDB">
        <w:t>(</w:t>
      </w:r>
      <w:r w:rsidR="00AC281F" w:rsidRPr="000B1BDB">
        <w:t>nr postępowania</w:t>
      </w:r>
      <w:r w:rsidRPr="000B1BDB">
        <w:t xml:space="preserve">: </w:t>
      </w:r>
      <w:r w:rsidR="00AA6E22" w:rsidRPr="00512D83">
        <w:t>NP/</w:t>
      </w:r>
      <w:r w:rsidR="00512D83" w:rsidRPr="00512D83">
        <w:t>2025/</w:t>
      </w:r>
      <w:r w:rsidR="00512D83" w:rsidRPr="00101B01">
        <w:t>1</w:t>
      </w:r>
      <w:r w:rsidR="00B232F4">
        <w:t>2</w:t>
      </w:r>
      <w:r w:rsidR="00512D83" w:rsidRPr="00101B01">
        <w:t>/0</w:t>
      </w:r>
      <w:r w:rsidR="001D0994">
        <w:t>9</w:t>
      </w:r>
      <w:r w:rsidR="00B232F4">
        <w:t>74</w:t>
      </w:r>
      <w:r w:rsidR="00875453" w:rsidRPr="00101B01">
        <w:t>/</w:t>
      </w:r>
      <w:r w:rsidR="004012F9" w:rsidRPr="00101B01">
        <w:t>SWI</w:t>
      </w:r>
      <w:r w:rsidRPr="00101B01">
        <w:t xml:space="preserve">), </w:t>
      </w:r>
      <w:r w:rsidRPr="00101B01">
        <w:rPr>
          <w:rFonts w:cs="Arial"/>
          <w:b/>
        </w:rPr>
        <w:t>OŚWIADCZAMY</w:t>
      </w:r>
      <w:r w:rsidRPr="00101B01">
        <w:t xml:space="preserve"> iż ciągu</w:t>
      </w:r>
      <w:r w:rsidRPr="00457D4D">
        <w:t xml:space="preserve"> ostatnich </w:t>
      </w:r>
      <w:r w:rsidR="00AE6FEC" w:rsidRPr="00457D4D">
        <w:t>pięciu</w:t>
      </w:r>
      <w:r w:rsidRPr="00457D4D">
        <w:t xml:space="preserve">  lat przed</w:t>
      </w:r>
      <w:r w:rsidRPr="00445B45">
        <w:t xml:space="preserve"> upływem terminu składania ofert (a jeżeli okres prowadzenia działalności jest krótszy – w </w:t>
      </w:r>
      <w:r w:rsidRPr="005D41A6">
        <w:t>tym okresie) zrealizowaliśmy następujące</w:t>
      </w:r>
      <w:r w:rsidRPr="005D41A6">
        <w:rPr>
          <w:b/>
        </w:rPr>
        <w:t xml:space="preserve"> </w:t>
      </w:r>
      <w:r w:rsidRPr="005D41A6">
        <w:rPr>
          <w:rFonts w:cs="3724E3217Arial"/>
        </w:rPr>
        <w:t xml:space="preserve">zamówienia </w:t>
      </w:r>
      <w:r w:rsidRPr="005D41A6">
        <w:t xml:space="preserve">(zgodnie z warunkiem określonym w Rozdziale </w:t>
      </w:r>
      <w:r w:rsidR="008B2E07" w:rsidRPr="005D41A6">
        <w:t>VI</w:t>
      </w:r>
      <w:r w:rsidR="00972810" w:rsidRPr="005D41A6">
        <w:t>.</w:t>
      </w:r>
      <w:r w:rsidRPr="005D41A6">
        <w:t xml:space="preserve"> ust. </w:t>
      </w:r>
      <w:r w:rsidR="00972810" w:rsidRPr="005D41A6">
        <w:t>1</w:t>
      </w:r>
      <w:r w:rsidRPr="005D41A6">
        <w:t xml:space="preserve"> </w:t>
      </w:r>
      <w:r w:rsidR="00AF0C71" w:rsidRPr="005D41A6">
        <w:t xml:space="preserve"> pkt </w:t>
      </w:r>
      <w:r w:rsidR="00C6517E" w:rsidRPr="005D41A6">
        <w:t>2</w:t>
      </w:r>
      <w:r w:rsidR="00AF0C71" w:rsidRPr="005D41A6">
        <w:t xml:space="preserve">) </w:t>
      </w:r>
      <w:proofErr w:type="spellStart"/>
      <w:r w:rsidR="00972810" w:rsidRPr="005D41A6">
        <w:t>ppkt</w:t>
      </w:r>
      <w:proofErr w:type="spellEnd"/>
      <w:r w:rsidR="00972810" w:rsidRPr="005D41A6">
        <w:t xml:space="preserve"> </w:t>
      </w:r>
      <w:r w:rsidR="00C6517E" w:rsidRPr="005D41A6">
        <w:t>2</w:t>
      </w:r>
      <w:r w:rsidR="00972810" w:rsidRPr="005D41A6">
        <w:t>.</w:t>
      </w:r>
      <w:r w:rsidR="00DF3EA0" w:rsidRPr="005D41A6">
        <w:t>4</w:t>
      </w:r>
      <w:r w:rsidR="00972810" w:rsidRPr="005D41A6">
        <w:t xml:space="preserve">) </w:t>
      </w:r>
      <w:proofErr w:type="spellStart"/>
      <w:r w:rsidR="00C6517E" w:rsidRPr="005D41A6">
        <w:t>ppkt</w:t>
      </w:r>
      <w:proofErr w:type="spellEnd"/>
      <w:r w:rsidR="00C6517E" w:rsidRPr="005D41A6">
        <w:t xml:space="preserve"> 2.</w:t>
      </w:r>
      <w:r w:rsidR="00DF3EA0" w:rsidRPr="005D41A6">
        <w:t>4</w:t>
      </w:r>
      <w:r w:rsidR="00C6517E" w:rsidRPr="005D41A6">
        <w:t xml:space="preserve">.1) </w:t>
      </w:r>
      <w:r w:rsidRPr="005D41A6">
        <w:t>SWZ), tj.: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3227"/>
        <w:gridCol w:w="3969"/>
        <w:gridCol w:w="2268"/>
        <w:gridCol w:w="2268"/>
        <w:gridCol w:w="2976"/>
      </w:tblGrid>
      <w:tr w:rsidR="00B232F4" w:rsidRPr="005D41A6" w14:paraId="3A20CD4B" w14:textId="77777777" w:rsidTr="00B232F4">
        <w:trPr>
          <w:trHeight w:val="730"/>
          <w:tblHeader/>
        </w:trPr>
        <w:tc>
          <w:tcPr>
            <w:tcW w:w="601" w:type="dxa"/>
            <w:vMerge w:val="restart"/>
            <w:vAlign w:val="center"/>
          </w:tcPr>
          <w:p w14:paraId="120A0F8A" w14:textId="77777777" w:rsidR="00B232F4" w:rsidRPr="005D41A6" w:rsidRDefault="00B232F4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3227" w:type="dxa"/>
            <w:vMerge w:val="restart"/>
            <w:vAlign w:val="center"/>
          </w:tcPr>
          <w:p w14:paraId="2702CB3F" w14:textId="77777777" w:rsidR="00B232F4" w:rsidRPr="005D41A6" w:rsidRDefault="00B232F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>Przedmiot zamówienia</w:t>
            </w:r>
          </w:p>
          <w:p w14:paraId="313BE683" w14:textId="77777777" w:rsidR="00B232F4" w:rsidRPr="005D41A6" w:rsidRDefault="00B232F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969" w:type="dxa"/>
            <w:vMerge w:val="restart"/>
          </w:tcPr>
          <w:p w14:paraId="355ADFF0" w14:textId="37207FF8" w:rsidR="00B232F4" w:rsidRPr="005D41A6" w:rsidRDefault="00B232F4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>Zakres i parametry</w:t>
            </w:r>
          </w:p>
        </w:tc>
        <w:tc>
          <w:tcPr>
            <w:tcW w:w="4536" w:type="dxa"/>
            <w:gridSpan w:val="2"/>
            <w:vAlign w:val="center"/>
          </w:tcPr>
          <w:p w14:paraId="73C2B82C" w14:textId="1939C2DC" w:rsidR="00B232F4" w:rsidRPr="005D41A6" w:rsidRDefault="00B232F4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2976" w:type="dxa"/>
            <w:vMerge w:val="restart"/>
            <w:vAlign w:val="center"/>
          </w:tcPr>
          <w:p w14:paraId="102052D1" w14:textId="77777777" w:rsidR="00B232F4" w:rsidRPr="005D41A6" w:rsidRDefault="00B232F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>Odbiorca</w:t>
            </w:r>
          </w:p>
          <w:p w14:paraId="4315E5E1" w14:textId="77777777" w:rsidR="00B232F4" w:rsidRPr="005D41A6" w:rsidRDefault="00B232F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5D41A6">
              <w:rPr>
                <w:rFonts w:cs="Arial"/>
                <w:sz w:val="16"/>
                <w:szCs w:val="16"/>
              </w:rPr>
              <w:t>(nazwa, adres)</w:t>
            </w:r>
          </w:p>
        </w:tc>
      </w:tr>
      <w:tr w:rsidR="00B232F4" w:rsidRPr="005D41A6" w14:paraId="4B662138" w14:textId="77777777" w:rsidTr="00B232F4">
        <w:trPr>
          <w:tblHeader/>
        </w:trPr>
        <w:tc>
          <w:tcPr>
            <w:tcW w:w="601" w:type="dxa"/>
            <w:vMerge/>
            <w:vAlign w:val="center"/>
          </w:tcPr>
          <w:p w14:paraId="177086F2" w14:textId="77777777" w:rsidR="00B232F4" w:rsidRPr="005D41A6" w:rsidRDefault="00B232F4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227" w:type="dxa"/>
            <w:vMerge/>
            <w:vAlign w:val="center"/>
          </w:tcPr>
          <w:p w14:paraId="52F5BD71" w14:textId="77777777" w:rsidR="00B232F4" w:rsidRPr="005D41A6" w:rsidRDefault="00B232F4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969" w:type="dxa"/>
            <w:vMerge/>
          </w:tcPr>
          <w:p w14:paraId="15AC6F26" w14:textId="77777777" w:rsidR="00B232F4" w:rsidRPr="005D41A6" w:rsidRDefault="00B232F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24C27A5" w14:textId="768DFED9" w:rsidR="00B232F4" w:rsidRPr="005D41A6" w:rsidRDefault="00B232F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>Rozpoczęcie</w:t>
            </w:r>
          </w:p>
          <w:p w14:paraId="3E999EDD" w14:textId="77777777" w:rsidR="00B232F4" w:rsidRPr="005D41A6" w:rsidRDefault="00B232F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5D41A6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5D41A6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5D41A6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2268" w:type="dxa"/>
            <w:vAlign w:val="center"/>
          </w:tcPr>
          <w:p w14:paraId="2670476D" w14:textId="77777777" w:rsidR="00B232F4" w:rsidRPr="005D41A6" w:rsidRDefault="00B232F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>Zakończenie</w:t>
            </w:r>
          </w:p>
          <w:p w14:paraId="3C70E17C" w14:textId="77777777" w:rsidR="00B232F4" w:rsidRPr="005D41A6" w:rsidRDefault="00B232F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5D41A6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5D41A6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5D41A6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2976" w:type="dxa"/>
            <w:vMerge/>
            <w:vAlign w:val="center"/>
          </w:tcPr>
          <w:p w14:paraId="5187376D" w14:textId="77777777" w:rsidR="00B232F4" w:rsidRPr="005D41A6" w:rsidRDefault="00B232F4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B232F4" w:rsidRPr="00E051AE" w14:paraId="29678BBB" w14:textId="77777777" w:rsidTr="00B232F4">
        <w:trPr>
          <w:trHeight w:val="1796"/>
        </w:trPr>
        <w:tc>
          <w:tcPr>
            <w:tcW w:w="601" w:type="dxa"/>
            <w:vAlign w:val="center"/>
          </w:tcPr>
          <w:p w14:paraId="28154C45" w14:textId="77777777" w:rsidR="00B232F4" w:rsidRPr="005D41A6" w:rsidRDefault="00B232F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>1.</w:t>
            </w:r>
          </w:p>
        </w:tc>
        <w:tc>
          <w:tcPr>
            <w:tcW w:w="3227" w:type="dxa"/>
          </w:tcPr>
          <w:p w14:paraId="05B2E9BD" w14:textId="74DA1D7D" w:rsidR="00B232F4" w:rsidRPr="00457D4D" w:rsidRDefault="00B232F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457D4D">
              <w:rPr>
                <w:rFonts w:cs="Arial"/>
                <w:sz w:val="16"/>
                <w:szCs w:val="16"/>
              </w:rPr>
              <w:t>………………………………………………</w:t>
            </w:r>
          </w:p>
          <w:p w14:paraId="541BAE42" w14:textId="3BBD993B" w:rsidR="00B232F4" w:rsidRPr="00457D4D" w:rsidRDefault="00B232F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457D4D">
              <w:rPr>
                <w:rFonts w:cs="Arial"/>
                <w:sz w:val="16"/>
                <w:szCs w:val="16"/>
              </w:rPr>
              <w:t xml:space="preserve">(nazwa i opis zamówienia, potwierdzająca spełnianie warunku określonego w Rozdziale VI. ust. 1  pkt 2) </w:t>
            </w:r>
            <w:proofErr w:type="spellStart"/>
            <w:r w:rsidRPr="00457D4D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457D4D">
              <w:rPr>
                <w:rFonts w:cs="Arial"/>
                <w:sz w:val="16"/>
                <w:szCs w:val="16"/>
              </w:rPr>
              <w:t xml:space="preserve"> 2.4) </w:t>
            </w:r>
            <w:proofErr w:type="spellStart"/>
            <w:r w:rsidRPr="00457D4D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457D4D">
              <w:rPr>
                <w:rFonts w:cs="Arial"/>
                <w:sz w:val="16"/>
                <w:szCs w:val="16"/>
              </w:rPr>
              <w:t xml:space="preserve"> 2.4.1) SWZ</w:t>
            </w:r>
          </w:p>
        </w:tc>
        <w:tc>
          <w:tcPr>
            <w:tcW w:w="3969" w:type="dxa"/>
          </w:tcPr>
          <w:p w14:paraId="4C464BF2" w14:textId="77777777" w:rsidR="00B232F4" w:rsidRPr="005E3095" w:rsidRDefault="00B232F4" w:rsidP="00257F49">
            <w:pPr>
              <w:pStyle w:val="xl114"/>
              <w:spacing w:before="120" w:beforeAutospacing="0" w:after="6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  <w:u w:val="single"/>
              </w:rPr>
            </w:pPr>
            <w:r w:rsidRPr="005E3095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  <w:u w:val="single"/>
              </w:rPr>
              <w:t>Zamówienie polegało na:</w:t>
            </w:r>
          </w:p>
          <w:p w14:paraId="1C89FFB3" w14:textId="7B433247" w:rsidR="00B232F4" w:rsidRPr="00B232F4" w:rsidRDefault="00B232F4" w:rsidP="00B232F4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6"/>
                <w:szCs w:val="16"/>
              </w:rPr>
            </w:pPr>
            <w:r w:rsidRPr="00B232F4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6"/>
                <w:szCs w:val="16"/>
              </w:rPr>
              <w:t xml:space="preserve">- wykonaniu robót elektrycznych: </w:t>
            </w:r>
            <w:r w:rsidRPr="00B232F4"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  <w:t>TAK*/NIE*</w:t>
            </w:r>
          </w:p>
          <w:p w14:paraId="53534333" w14:textId="6D1A0D46" w:rsidR="00B232F4" w:rsidRPr="00457D4D" w:rsidRDefault="00B232F4" w:rsidP="00B232F4">
            <w:pPr>
              <w:pStyle w:val="xl114"/>
              <w:spacing w:before="0" w:beforeAutospacing="0" w:after="0" w:afterAutospacing="0" w:line="360" w:lineRule="auto"/>
              <w:ind w:left="171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31195933" w14:textId="26B15CF4" w:rsidR="00B232F4" w:rsidRPr="00E051AE" w:rsidRDefault="00B232F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347FDA30" w14:textId="77777777" w:rsidR="00B232F4" w:rsidRPr="00E051AE" w:rsidRDefault="00B232F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2976" w:type="dxa"/>
          </w:tcPr>
          <w:p w14:paraId="27E2230E" w14:textId="77777777" w:rsidR="00B232F4" w:rsidRPr="00E051AE" w:rsidRDefault="00B232F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</w:tbl>
    <w:p w14:paraId="7F1FAE3E" w14:textId="103542C5" w:rsidR="0099303C" w:rsidRDefault="00C17D6C" w:rsidP="0099303C">
      <w:pPr>
        <w:spacing w:line="36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*niepotrzebne skreślić</w:t>
      </w:r>
    </w:p>
    <w:p w14:paraId="7D6C7CD3" w14:textId="77777777" w:rsidR="00AF0C71" w:rsidRPr="00AD2631" w:rsidRDefault="00AF0C71" w:rsidP="00AF0C71">
      <w:pPr>
        <w:jc w:val="both"/>
        <w:rPr>
          <w:rFonts w:cs="Arial"/>
          <w:sz w:val="16"/>
          <w:szCs w:val="16"/>
          <w:u w:val="single"/>
        </w:rPr>
      </w:pPr>
      <w:r w:rsidRPr="00AD2631">
        <w:rPr>
          <w:rFonts w:cs="Arial"/>
          <w:sz w:val="16"/>
          <w:szCs w:val="16"/>
          <w:u w:val="single"/>
        </w:rPr>
        <w:t>UWAGA:</w:t>
      </w:r>
    </w:p>
    <w:p w14:paraId="45FDB80B" w14:textId="77777777" w:rsidR="00AF0C71" w:rsidRDefault="00AF0C71" w:rsidP="00AF0C71">
      <w:pPr>
        <w:jc w:val="both"/>
        <w:rPr>
          <w:rFonts w:cs="Arial"/>
          <w:sz w:val="16"/>
          <w:szCs w:val="16"/>
        </w:rPr>
      </w:pPr>
      <w:r w:rsidRPr="00AD2631">
        <w:rPr>
          <w:rFonts w:cs="Arial"/>
          <w:sz w:val="16"/>
          <w:szCs w:val="16"/>
        </w:rPr>
        <w:t>Do każdego zamówienia wymienionego w wykazie należy załączyć dokument potwierdzający, że zamówienia te zostały wykonane należycie</w:t>
      </w:r>
      <w:r>
        <w:rPr>
          <w:rFonts w:cs="Arial"/>
          <w:sz w:val="16"/>
          <w:szCs w:val="16"/>
        </w:rPr>
        <w:t xml:space="preserve"> (np. referencje)</w:t>
      </w:r>
      <w:r w:rsidRPr="00AD2631">
        <w:rPr>
          <w:rFonts w:cs="Arial"/>
          <w:sz w:val="16"/>
          <w:szCs w:val="16"/>
        </w:rPr>
        <w:t xml:space="preserve">. </w:t>
      </w:r>
    </w:p>
    <w:p w14:paraId="318A4E8C" w14:textId="77777777" w:rsidR="009F464B" w:rsidRDefault="009F464B" w:rsidP="009F464B">
      <w:pPr>
        <w:jc w:val="both"/>
        <w:rPr>
          <w:rFonts w:cs="Arial"/>
          <w:sz w:val="16"/>
          <w:szCs w:val="16"/>
        </w:rPr>
      </w:pPr>
    </w:p>
    <w:p w14:paraId="21F40E74" w14:textId="77777777" w:rsidR="00310176" w:rsidRPr="004F164B" w:rsidRDefault="00310176" w:rsidP="00310176">
      <w:pPr>
        <w:pStyle w:val="Nagwek"/>
        <w:spacing w:line="360" w:lineRule="auto"/>
        <w:jc w:val="both"/>
        <w:rPr>
          <w:rFonts w:cs="Arial"/>
          <w:b/>
          <w:sz w:val="18"/>
          <w:szCs w:val="18"/>
        </w:rPr>
      </w:pPr>
    </w:p>
    <w:p w14:paraId="2ADB3775" w14:textId="77777777" w:rsidR="00310176" w:rsidRPr="007C756B" w:rsidRDefault="00310176" w:rsidP="00310176">
      <w:pPr>
        <w:tabs>
          <w:tab w:val="left" w:pos="4500"/>
        </w:tabs>
        <w:ind w:right="-2"/>
        <w:jc w:val="both"/>
        <w:rPr>
          <w:rFonts w:cs="Arial"/>
          <w:color w:val="000000"/>
        </w:rPr>
      </w:pPr>
      <w:r w:rsidRPr="007C756B">
        <w:rPr>
          <w:rFonts w:cs="Arial"/>
          <w:color w:val="000000"/>
        </w:rPr>
        <w:t xml:space="preserve">............................. </w:t>
      </w:r>
      <w:r>
        <w:rPr>
          <w:rFonts w:cs="Arial"/>
          <w:color w:val="000000"/>
        </w:rPr>
        <w:t>dnia</w:t>
      </w:r>
      <w:r w:rsidRPr="007C756B">
        <w:rPr>
          <w:rFonts w:cs="Arial"/>
          <w:color w:val="000000"/>
        </w:rPr>
        <w:t xml:space="preserve"> .....................</w:t>
      </w:r>
      <w:r w:rsidR="003D5781">
        <w:rPr>
          <w:rFonts w:cs="Arial"/>
          <w:color w:val="000000"/>
        </w:rPr>
        <w:t>.</w:t>
      </w:r>
      <w:r w:rsidRPr="007C756B">
        <w:rPr>
          <w:rFonts w:cs="Arial"/>
          <w:color w:val="000000"/>
        </w:rPr>
        <w:t xml:space="preserve">                 </w:t>
      </w:r>
      <w:r w:rsidR="00AF0C71">
        <w:rPr>
          <w:rFonts w:cs="Arial"/>
          <w:color w:val="000000"/>
        </w:rPr>
        <w:t xml:space="preserve">                                 </w:t>
      </w:r>
      <w:r w:rsidRPr="007C756B">
        <w:rPr>
          <w:rFonts w:cs="Arial"/>
          <w:color w:val="000000"/>
        </w:rPr>
        <w:t>...............................................................</w:t>
      </w:r>
    </w:p>
    <w:p w14:paraId="58FB581C" w14:textId="0B564D03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czytelny podpis, podpis z pieczątką imienną</w:t>
      </w:r>
    </w:p>
    <w:p w14:paraId="3D701D56" w14:textId="755F15D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lub podpis elektroniczny osoby (osób)</w:t>
      </w:r>
    </w:p>
    <w:p w14:paraId="11224D0D" w14:textId="5BD6DF2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upoważnionej (upoważnionych)</w:t>
      </w:r>
    </w:p>
    <w:p w14:paraId="37093DD8" w14:textId="1D1A041C" w:rsidR="00310176" w:rsidRPr="006A3300" w:rsidRDefault="00C6517E" w:rsidP="00101B01">
      <w:pPr>
        <w:jc w:val="center"/>
        <w:rPr>
          <w:rFonts w:cs="Arial"/>
          <w:sz w:val="22"/>
          <w:szCs w:val="22"/>
        </w:rPr>
      </w:pPr>
      <w:r w:rsidRPr="00C6517E">
        <w:rPr>
          <w:rFonts w:cs="Arial"/>
          <w:color w:val="000000"/>
          <w:sz w:val="16"/>
          <w:szCs w:val="16"/>
        </w:rPr>
        <w:t>do reprezentowania Wykonawcy</w:t>
      </w:r>
    </w:p>
    <w:sectPr w:rsidR="00310176" w:rsidRPr="006A3300" w:rsidSect="00F3420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720" w:bottom="720" w:left="720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407F8" w14:textId="77777777" w:rsidR="00F71497" w:rsidRDefault="00F71497">
      <w:r>
        <w:separator/>
      </w:r>
    </w:p>
  </w:endnote>
  <w:endnote w:type="continuationSeparator" w:id="0">
    <w:p w14:paraId="13AE74AD" w14:textId="77777777" w:rsidR="00F71497" w:rsidRDefault="00F7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3724E3217Ari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6818D" w14:textId="77777777" w:rsidR="009320E8" w:rsidRDefault="004B446E" w:rsidP="00762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20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30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54FB35" w14:textId="77777777" w:rsidR="009320E8" w:rsidRDefault="00932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94896643"/>
      <w:docPartObj>
        <w:docPartGallery w:val="Page Numbers (Bottom of Page)"/>
        <w:docPartUnique/>
      </w:docPartObj>
    </w:sdtPr>
    <w:sdtEndPr/>
    <w:sdtContent>
      <w:sdt>
        <w:sdtPr>
          <w:id w:val="1416280194"/>
          <w:docPartObj>
            <w:docPartGallery w:val="Page Numbers (Bottom of Page)"/>
            <w:docPartUnique/>
          </w:docPartObj>
        </w:sdtPr>
        <w:sdtEndPr/>
        <w:sdtContent>
          <w:p w14:paraId="30E60029" w14:textId="77777777" w:rsidR="009320E8" w:rsidRDefault="009320E8" w:rsidP="00D90DBA">
            <w:pPr>
              <w:pStyle w:val="Stopka"/>
              <w:tabs>
                <w:tab w:val="left" w:pos="3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A0E304" w14:textId="77777777" w:rsidR="009320E8" w:rsidRDefault="00B232F4" w:rsidP="00D90DBA">
            <w:pPr>
              <w:pStyle w:val="Stopka"/>
              <w:jc w:val="center"/>
            </w:pPr>
          </w:p>
        </w:sdtContent>
      </w:sdt>
      <w:p w14:paraId="7131B3D1" w14:textId="77777777" w:rsidR="009320E8" w:rsidRDefault="006713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2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CC4EF1" w14:textId="77777777" w:rsidR="009320E8" w:rsidRDefault="009320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71DB4" w14:textId="77777777" w:rsidR="009320E8" w:rsidRDefault="009320E8" w:rsidP="00683652">
    <w:pPr>
      <w:pStyle w:val="Stopka"/>
    </w:pPr>
    <w:r>
      <w:rPr>
        <w:noProof/>
      </w:rPr>
      <w:drawing>
        <wp:inline distT="0" distB="0" distL="0" distR="0" wp14:anchorId="6281EC85" wp14:editId="2D5B9025">
          <wp:extent cx="6836410" cy="370205"/>
          <wp:effectExtent l="19050" t="0" r="2540" b="0"/>
          <wp:docPr id="15" name="Obraz 15" descr="dol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1" descr="dol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FB6F91" w14:textId="77777777" w:rsidR="009320E8" w:rsidRDefault="009320E8" w:rsidP="00683652">
    <w:pPr>
      <w:pStyle w:val="Stopka"/>
    </w:pPr>
  </w:p>
  <w:p w14:paraId="5BF3CABE" w14:textId="77777777" w:rsidR="009320E8" w:rsidRDefault="009320E8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66799" w14:textId="77777777" w:rsidR="00F71497" w:rsidRDefault="00F71497">
      <w:r>
        <w:separator/>
      </w:r>
    </w:p>
  </w:footnote>
  <w:footnote w:type="continuationSeparator" w:id="0">
    <w:p w14:paraId="5DCA05DE" w14:textId="77777777" w:rsidR="00F71497" w:rsidRDefault="00F7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D6852" w14:textId="69CB63F4" w:rsidR="00C6517E" w:rsidRDefault="009320E8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4C107A">
      <w:rPr>
        <w:rStyle w:val="Gasstyl1"/>
      </w:rPr>
      <w:t xml:space="preserve"> </w:t>
    </w:r>
    <w:bookmarkStart w:id="0" w:name="_Toc75503973"/>
    <w:r w:rsidR="00C6517E" w:rsidRPr="00D24E53">
      <w:t xml:space="preserve">Załącznik nr </w:t>
    </w:r>
    <w:r w:rsidR="00C6517E">
      <w:t>4</w:t>
    </w:r>
    <w:r w:rsidR="00C6517E" w:rsidRPr="00D24E53">
      <w:t xml:space="preserve"> do SWZ</w:t>
    </w:r>
    <w:bookmarkEnd w:id="0"/>
  </w:p>
  <w:p w14:paraId="1837DD05" w14:textId="71093C99" w:rsidR="00C6517E" w:rsidRPr="00D24E53" w:rsidRDefault="00C6517E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D24E53">
      <w:t>-</w:t>
    </w:r>
    <w:r>
      <w:t xml:space="preserve"> Doświadczenie zawodowe</w:t>
    </w:r>
  </w:p>
  <w:p w14:paraId="00D7664F" w14:textId="3226CA61" w:rsidR="009320E8" w:rsidRPr="004C107A" w:rsidRDefault="009320E8" w:rsidP="004C10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D1BF3" w14:textId="77777777" w:rsidR="009320E8" w:rsidRDefault="009320E8" w:rsidP="0041391C">
    <w:pPr>
      <w:pStyle w:val="Nagwek"/>
      <w:jc w:val="center"/>
    </w:pPr>
    <w:r>
      <w:rPr>
        <w:noProof/>
      </w:rPr>
      <w:drawing>
        <wp:inline distT="0" distB="0" distL="0" distR="0" wp14:anchorId="3E239351" wp14:editId="75D75FC5">
          <wp:extent cx="6836410" cy="370205"/>
          <wp:effectExtent l="19050" t="0" r="2540" b="0"/>
          <wp:docPr id="14" name="Obraz 14" descr="gora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0" descr="gora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260CE"/>
    <w:multiLevelType w:val="hybridMultilevel"/>
    <w:tmpl w:val="2CC852AA"/>
    <w:lvl w:ilvl="0" w:tplc="9F76DE2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66460"/>
    <w:multiLevelType w:val="hybridMultilevel"/>
    <w:tmpl w:val="0818C614"/>
    <w:lvl w:ilvl="0" w:tplc="FC8AC4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37D1"/>
    <w:multiLevelType w:val="hybridMultilevel"/>
    <w:tmpl w:val="4B52FBB4"/>
    <w:lvl w:ilvl="0" w:tplc="F0F0B7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03DDA"/>
    <w:multiLevelType w:val="hybridMultilevel"/>
    <w:tmpl w:val="29E80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C85673"/>
    <w:multiLevelType w:val="hybridMultilevel"/>
    <w:tmpl w:val="2000FACA"/>
    <w:lvl w:ilvl="0" w:tplc="8210436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E0763C"/>
    <w:multiLevelType w:val="hybridMultilevel"/>
    <w:tmpl w:val="1DD616AE"/>
    <w:lvl w:ilvl="0" w:tplc="2DAC99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1" w:tplc="24D0BB5A">
      <w:start w:val="2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2" w:tplc="95266110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cs="Arial Unicode MS"/>
        <w:b w:val="0"/>
        <w:bCs w:val="0"/>
        <w:i w:val="0"/>
        <w:iCs w:val="0"/>
        <w:color w:val="auto"/>
        <w:sz w:val="16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0B768D"/>
    <w:multiLevelType w:val="hybridMultilevel"/>
    <w:tmpl w:val="C47C59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993679"/>
    <w:multiLevelType w:val="hybridMultilevel"/>
    <w:tmpl w:val="EA763EC2"/>
    <w:lvl w:ilvl="0" w:tplc="6FA2310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FB35D4"/>
    <w:multiLevelType w:val="hybridMultilevel"/>
    <w:tmpl w:val="FCEC936E"/>
    <w:lvl w:ilvl="0" w:tplc="76C4C2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A1ADEAC">
      <w:start w:val="5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575CFD"/>
    <w:multiLevelType w:val="hybridMultilevel"/>
    <w:tmpl w:val="F7A415C4"/>
    <w:lvl w:ilvl="0" w:tplc="6DE2D5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0FF748F"/>
    <w:multiLevelType w:val="hybridMultilevel"/>
    <w:tmpl w:val="85B0585C"/>
    <w:lvl w:ilvl="0" w:tplc="08666A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919087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0459667">
    <w:abstractNumId w:val="10"/>
  </w:num>
  <w:num w:numId="3" w16cid:durableId="318266273">
    <w:abstractNumId w:val="1"/>
  </w:num>
  <w:num w:numId="4" w16cid:durableId="1600062435">
    <w:abstractNumId w:val="12"/>
  </w:num>
  <w:num w:numId="5" w16cid:durableId="1075401622">
    <w:abstractNumId w:val="3"/>
  </w:num>
  <w:num w:numId="6" w16cid:durableId="1075515756">
    <w:abstractNumId w:val="9"/>
  </w:num>
  <w:num w:numId="7" w16cid:durableId="1856647773">
    <w:abstractNumId w:val="8"/>
  </w:num>
  <w:num w:numId="8" w16cid:durableId="19571737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65510223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85846510">
    <w:abstractNumId w:val="0"/>
  </w:num>
  <w:num w:numId="11" w16cid:durableId="1334257759">
    <w:abstractNumId w:val="11"/>
  </w:num>
  <w:num w:numId="12" w16cid:durableId="1916165230">
    <w:abstractNumId w:val="2"/>
  </w:num>
  <w:num w:numId="13" w16cid:durableId="2044746049">
    <w:abstractNumId w:val="4"/>
  </w:num>
  <w:num w:numId="14" w16cid:durableId="1632856222">
    <w:abstractNumId w:val="7"/>
  </w:num>
  <w:num w:numId="15" w16cid:durableId="2110439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removePersonalInformation/>
  <w:removeDateAndTime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displayVerticalDrawingGridEvery w:val="2"/>
  <w:doNotShadeFormData/>
  <w:noPunctuationKerning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667"/>
    <w:rsid w:val="00042ABB"/>
    <w:rsid w:val="00050667"/>
    <w:rsid w:val="000717B1"/>
    <w:rsid w:val="000B1BDB"/>
    <w:rsid w:val="000B584A"/>
    <w:rsid w:val="000D0995"/>
    <w:rsid w:val="000F5682"/>
    <w:rsid w:val="00101B01"/>
    <w:rsid w:val="00120225"/>
    <w:rsid w:val="00122C07"/>
    <w:rsid w:val="00143FB7"/>
    <w:rsid w:val="00147990"/>
    <w:rsid w:val="001523F3"/>
    <w:rsid w:val="0015250D"/>
    <w:rsid w:val="0015385C"/>
    <w:rsid w:val="00163066"/>
    <w:rsid w:val="00170D78"/>
    <w:rsid w:val="00172807"/>
    <w:rsid w:val="00184DA6"/>
    <w:rsid w:val="00197C62"/>
    <w:rsid w:val="001A49AC"/>
    <w:rsid w:val="001A54CE"/>
    <w:rsid w:val="001C0494"/>
    <w:rsid w:val="001C24E6"/>
    <w:rsid w:val="001C5BAD"/>
    <w:rsid w:val="001D0994"/>
    <w:rsid w:val="001E3562"/>
    <w:rsid w:val="001F4089"/>
    <w:rsid w:val="001F5ED4"/>
    <w:rsid w:val="0023441D"/>
    <w:rsid w:val="0023619F"/>
    <w:rsid w:val="00236627"/>
    <w:rsid w:val="00252942"/>
    <w:rsid w:val="00252C52"/>
    <w:rsid w:val="00257F49"/>
    <w:rsid w:val="0026470B"/>
    <w:rsid w:val="00274F3D"/>
    <w:rsid w:val="00292A31"/>
    <w:rsid w:val="00294883"/>
    <w:rsid w:val="002A4821"/>
    <w:rsid w:val="002B25F3"/>
    <w:rsid w:val="002B4F0B"/>
    <w:rsid w:val="002C4702"/>
    <w:rsid w:val="002C6C90"/>
    <w:rsid w:val="002D276E"/>
    <w:rsid w:val="002E0CD3"/>
    <w:rsid w:val="002E7A67"/>
    <w:rsid w:val="002F0CDC"/>
    <w:rsid w:val="002F1B3B"/>
    <w:rsid w:val="00310176"/>
    <w:rsid w:val="00342CD7"/>
    <w:rsid w:val="0036191D"/>
    <w:rsid w:val="003623A6"/>
    <w:rsid w:val="003818DC"/>
    <w:rsid w:val="00391B8D"/>
    <w:rsid w:val="003C2065"/>
    <w:rsid w:val="003D0B9B"/>
    <w:rsid w:val="003D5781"/>
    <w:rsid w:val="003F785B"/>
    <w:rsid w:val="004012F9"/>
    <w:rsid w:val="0040371A"/>
    <w:rsid w:val="0041391C"/>
    <w:rsid w:val="004431C8"/>
    <w:rsid w:val="00443C21"/>
    <w:rsid w:val="00445B45"/>
    <w:rsid w:val="00454435"/>
    <w:rsid w:val="00457D4D"/>
    <w:rsid w:val="00477DDC"/>
    <w:rsid w:val="004A19B9"/>
    <w:rsid w:val="004A33D3"/>
    <w:rsid w:val="004A738F"/>
    <w:rsid w:val="004B446E"/>
    <w:rsid w:val="004B66F0"/>
    <w:rsid w:val="004B793A"/>
    <w:rsid w:val="004C107A"/>
    <w:rsid w:val="004C5030"/>
    <w:rsid w:val="004C71B3"/>
    <w:rsid w:val="004F5289"/>
    <w:rsid w:val="004F624A"/>
    <w:rsid w:val="0050035D"/>
    <w:rsid w:val="00512D83"/>
    <w:rsid w:val="0053162B"/>
    <w:rsid w:val="00532ECE"/>
    <w:rsid w:val="005351C4"/>
    <w:rsid w:val="0053739F"/>
    <w:rsid w:val="00542D1B"/>
    <w:rsid w:val="00556C1B"/>
    <w:rsid w:val="005573A3"/>
    <w:rsid w:val="00560970"/>
    <w:rsid w:val="00563E8C"/>
    <w:rsid w:val="00584E84"/>
    <w:rsid w:val="005A7014"/>
    <w:rsid w:val="005B32B4"/>
    <w:rsid w:val="005C1A1E"/>
    <w:rsid w:val="005C6350"/>
    <w:rsid w:val="005D01DA"/>
    <w:rsid w:val="005D41A6"/>
    <w:rsid w:val="005D7343"/>
    <w:rsid w:val="005E3095"/>
    <w:rsid w:val="005E6272"/>
    <w:rsid w:val="005E7347"/>
    <w:rsid w:val="005F2336"/>
    <w:rsid w:val="005F79BB"/>
    <w:rsid w:val="0060171F"/>
    <w:rsid w:val="006059BC"/>
    <w:rsid w:val="006165BD"/>
    <w:rsid w:val="006165DB"/>
    <w:rsid w:val="006204D4"/>
    <w:rsid w:val="00626767"/>
    <w:rsid w:val="00641039"/>
    <w:rsid w:val="00671331"/>
    <w:rsid w:val="0067280F"/>
    <w:rsid w:val="00683652"/>
    <w:rsid w:val="006A3300"/>
    <w:rsid w:val="006A7A75"/>
    <w:rsid w:val="006B4E12"/>
    <w:rsid w:val="006C3549"/>
    <w:rsid w:val="006C3965"/>
    <w:rsid w:val="006C5443"/>
    <w:rsid w:val="006E63F7"/>
    <w:rsid w:val="006F35BF"/>
    <w:rsid w:val="006F65B1"/>
    <w:rsid w:val="006F71AB"/>
    <w:rsid w:val="0070287D"/>
    <w:rsid w:val="007107FE"/>
    <w:rsid w:val="00710BE6"/>
    <w:rsid w:val="00720FC4"/>
    <w:rsid w:val="007217FA"/>
    <w:rsid w:val="00741D40"/>
    <w:rsid w:val="007427EA"/>
    <w:rsid w:val="007528AF"/>
    <w:rsid w:val="00762A3B"/>
    <w:rsid w:val="00765B7F"/>
    <w:rsid w:val="00771D18"/>
    <w:rsid w:val="0077483F"/>
    <w:rsid w:val="00775ABD"/>
    <w:rsid w:val="00791192"/>
    <w:rsid w:val="007915E9"/>
    <w:rsid w:val="007972E4"/>
    <w:rsid w:val="007A1C8F"/>
    <w:rsid w:val="007A3EE8"/>
    <w:rsid w:val="007A5E89"/>
    <w:rsid w:val="007B726F"/>
    <w:rsid w:val="007C29E1"/>
    <w:rsid w:val="007E120C"/>
    <w:rsid w:val="007F62D6"/>
    <w:rsid w:val="0080589F"/>
    <w:rsid w:val="008060B4"/>
    <w:rsid w:val="00831DC9"/>
    <w:rsid w:val="00834312"/>
    <w:rsid w:val="00836B5B"/>
    <w:rsid w:val="00843876"/>
    <w:rsid w:val="00857B73"/>
    <w:rsid w:val="0087067E"/>
    <w:rsid w:val="0087335A"/>
    <w:rsid w:val="00875453"/>
    <w:rsid w:val="008757CE"/>
    <w:rsid w:val="008A2151"/>
    <w:rsid w:val="008A69DA"/>
    <w:rsid w:val="008B2E07"/>
    <w:rsid w:val="008D5DEF"/>
    <w:rsid w:val="00907812"/>
    <w:rsid w:val="009320E8"/>
    <w:rsid w:val="0093459B"/>
    <w:rsid w:val="00935C0A"/>
    <w:rsid w:val="009379F9"/>
    <w:rsid w:val="009426BB"/>
    <w:rsid w:val="00952295"/>
    <w:rsid w:val="00952F77"/>
    <w:rsid w:val="00972810"/>
    <w:rsid w:val="009765E6"/>
    <w:rsid w:val="0099303C"/>
    <w:rsid w:val="009A0A08"/>
    <w:rsid w:val="009A4FEB"/>
    <w:rsid w:val="009C0873"/>
    <w:rsid w:val="009D07A2"/>
    <w:rsid w:val="009E5847"/>
    <w:rsid w:val="009E7043"/>
    <w:rsid w:val="009E7306"/>
    <w:rsid w:val="009F0FFF"/>
    <w:rsid w:val="009F464B"/>
    <w:rsid w:val="00A06E39"/>
    <w:rsid w:val="00A25AE4"/>
    <w:rsid w:val="00A26335"/>
    <w:rsid w:val="00A367ED"/>
    <w:rsid w:val="00A41494"/>
    <w:rsid w:val="00A41907"/>
    <w:rsid w:val="00A77C97"/>
    <w:rsid w:val="00A95818"/>
    <w:rsid w:val="00AA6E22"/>
    <w:rsid w:val="00AB51BD"/>
    <w:rsid w:val="00AC281F"/>
    <w:rsid w:val="00AD3A37"/>
    <w:rsid w:val="00AE6FEC"/>
    <w:rsid w:val="00AF0C71"/>
    <w:rsid w:val="00AF319F"/>
    <w:rsid w:val="00AF5F19"/>
    <w:rsid w:val="00AF78D9"/>
    <w:rsid w:val="00B171B6"/>
    <w:rsid w:val="00B232F4"/>
    <w:rsid w:val="00B55C73"/>
    <w:rsid w:val="00B743A9"/>
    <w:rsid w:val="00B8451C"/>
    <w:rsid w:val="00B854D3"/>
    <w:rsid w:val="00B9065C"/>
    <w:rsid w:val="00BB36F3"/>
    <w:rsid w:val="00BC1525"/>
    <w:rsid w:val="00BC3472"/>
    <w:rsid w:val="00C010A4"/>
    <w:rsid w:val="00C02E7D"/>
    <w:rsid w:val="00C12F7B"/>
    <w:rsid w:val="00C15B55"/>
    <w:rsid w:val="00C17D6C"/>
    <w:rsid w:val="00C26B08"/>
    <w:rsid w:val="00C404DB"/>
    <w:rsid w:val="00C40823"/>
    <w:rsid w:val="00C46F42"/>
    <w:rsid w:val="00C50EEC"/>
    <w:rsid w:val="00C57132"/>
    <w:rsid w:val="00C6517E"/>
    <w:rsid w:val="00C922A1"/>
    <w:rsid w:val="00CA4E8A"/>
    <w:rsid w:val="00CA5429"/>
    <w:rsid w:val="00CC07C0"/>
    <w:rsid w:val="00CC08DD"/>
    <w:rsid w:val="00CD058F"/>
    <w:rsid w:val="00CD578C"/>
    <w:rsid w:val="00CD5EE3"/>
    <w:rsid w:val="00CE7DC2"/>
    <w:rsid w:val="00CF1C31"/>
    <w:rsid w:val="00CF2C9E"/>
    <w:rsid w:val="00D0205A"/>
    <w:rsid w:val="00D073F2"/>
    <w:rsid w:val="00D90DBA"/>
    <w:rsid w:val="00D9523F"/>
    <w:rsid w:val="00DC2073"/>
    <w:rsid w:val="00DC3CB1"/>
    <w:rsid w:val="00DD348D"/>
    <w:rsid w:val="00DD3A17"/>
    <w:rsid w:val="00DE1696"/>
    <w:rsid w:val="00DF0029"/>
    <w:rsid w:val="00DF039A"/>
    <w:rsid w:val="00DF3EA0"/>
    <w:rsid w:val="00E00695"/>
    <w:rsid w:val="00E07F3D"/>
    <w:rsid w:val="00E11AB7"/>
    <w:rsid w:val="00E24021"/>
    <w:rsid w:val="00E32752"/>
    <w:rsid w:val="00E44B23"/>
    <w:rsid w:val="00E47656"/>
    <w:rsid w:val="00E47905"/>
    <w:rsid w:val="00E84240"/>
    <w:rsid w:val="00E92B67"/>
    <w:rsid w:val="00EA2C7E"/>
    <w:rsid w:val="00ED09A9"/>
    <w:rsid w:val="00ED7E4B"/>
    <w:rsid w:val="00EE1275"/>
    <w:rsid w:val="00EE1EFD"/>
    <w:rsid w:val="00EE3732"/>
    <w:rsid w:val="00EE3B2F"/>
    <w:rsid w:val="00EF2F86"/>
    <w:rsid w:val="00EF4000"/>
    <w:rsid w:val="00F06AEC"/>
    <w:rsid w:val="00F07D0E"/>
    <w:rsid w:val="00F24119"/>
    <w:rsid w:val="00F2701A"/>
    <w:rsid w:val="00F34202"/>
    <w:rsid w:val="00F3724F"/>
    <w:rsid w:val="00F431DC"/>
    <w:rsid w:val="00F71497"/>
    <w:rsid w:val="00F74DA5"/>
    <w:rsid w:val="00F83A74"/>
    <w:rsid w:val="00F974F5"/>
    <w:rsid w:val="00FA004F"/>
    <w:rsid w:val="00FD134B"/>
    <w:rsid w:val="00FD458E"/>
    <w:rsid w:val="00FD7EB2"/>
    <w:rsid w:val="00FE09B7"/>
    <w:rsid w:val="00FE3C06"/>
    <w:rsid w:val="00FE5D48"/>
    <w:rsid w:val="00FF5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1"/>
    <o:shapelayout v:ext="edit">
      <o:idmap v:ext="edit" data="1"/>
    </o:shapelayout>
  </w:shapeDefaults>
  <w:decimalSymbol w:val=","/>
  <w:listSeparator w:val=";"/>
  <w14:docId w14:val="511B0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ECE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qFormat/>
    <w:rsid w:val="0036191D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6191D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191D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36191D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36191D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191D"/>
    <w:pPr>
      <w:numPr>
        <w:ilvl w:val="5"/>
        <w:numId w:val="4"/>
      </w:numPr>
      <w:spacing w:before="240" w:after="60" w:line="320" w:lineRule="exact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6191D"/>
    <w:pPr>
      <w:numPr>
        <w:ilvl w:val="6"/>
        <w:numId w:val="4"/>
      </w:numPr>
      <w:spacing w:before="240" w:after="60" w:line="320" w:lineRule="exact"/>
      <w:jc w:val="both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191D"/>
    <w:pPr>
      <w:numPr>
        <w:ilvl w:val="7"/>
        <w:numId w:val="4"/>
      </w:numPr>
      <w:spacing w:before="240" w:after="60" w:line="320" w:lineRule="exact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6191D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532ECE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532E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locked/>
    <w:rsid w:val="00532EC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532ECE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LOAN"/>
    <w:basedOn w:val="Normalny"/>
    <w:link w:val="TekstpodstawowyZnak"/>
    <w:rsid w:val="00CA4E8A"/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CA4E8A"/>
    <w:rPr>
      <w:color w:val="000000"/>
      <w:sz w:val="24"/>
      <w:lang w:val="cs-CZ"/>
    </w:rPr>
  </w:style>
  <w:style w:type="paragraph" w:styleId="Tekstdymka">
    <w:name w:val="Balloon Text"/>
    <w:basedOn w:val="Normalny"/>
    <w:link w:val="TekstdymkaZnak"/>
    <w:rsid w:val="0014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4799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47990"/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FE5D48"/>
    <w:rPr>
      <w:rFonts w:ascii="Century Gothic" w:hAnsi="Century Gothic"/>
    </w:rPr>
  </w:style>
  <w:style w:type="paragraph" w:customStyle="1" w:styleId="tytul">
    <w:name w:val="tytul"/>
    <w:basedOn w:val="Normalny"/>
    <w:next w:val="Normalny"/>
    <w:semiHidden/>
    <w:rsid w:val="00FE5D48"/>
    <w:pPr>
      <w:spacing w:line="400" w:lineRule="exact"/>
      <w:jc w:val="center"/>
    </w:pPr>
    <w:rPr>
      <w:rFonts w:ascii="Arial" w:hAnsi="Arial"/>
      <w:sz w:val="32"/>
    </w:rPr>
  </w:style>
  <w:style w:type="paragraph" w:styleId="Tekstpodstawowywcity">
    <w:name w:val="Body Text Indent"/>
    <w:basedOn w:val="Normalny"/>
    <w:link w:val="TekstpodstawowywcityZnak"/>
    <w:rsid w:val="00FE5D48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48"/>
  </w:style>
  <w:style w:type="paragraph" w:styleId="Zwykytekst">
    <w:name w:val="Plain Text"/>
    <w:basedOn w:val="Normalny"/>
    <w:link w:val="ZwykytekstZnak"/>
    <w:rsid w:val="00FE5D48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E5D48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36191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6191D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rsid w:val="0036191D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basedOn w:val="Domylnaczcionkaakapitu"/>
    <w:link w:val="Nagwek4"/>
    <w:rsid w:val="0036191D"/>
    <w:rPr>
      <w:rFonts w:ascii="Arial" w:hAnsi="Arial"/>
      <w:bCs/>
      <w:sz w:val="22"/>
      <w:szCs w:val="28"/>
    </w:rPr>
  </w:style>
  <w:style w:type="character" w:customStyle="1" w:styleId="Nagwek5Znak">
    <w:name w:val="Nagłówek 5 Znak"/>
    <w:basedOn w:val="Domylnaczcionkaakapitu"/>
    <w:link w:val="Nagwek5"/>
    <w:rsid w:val="0036191D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6191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6191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191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6191D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rsid w:val="00D9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523F"/>
    <w:rPr>
      <w:rFonts w:cs="Century Gothic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23F"/>
    <w:rPr>
      <w:rFonts w:ascii="Century Gothic" w:hAnsi="Century Gothic" w:cs="Century Gothic"/>
    </w:rPr>
  </w:style>
  <w:style w:type="paragraph" w:customStyle="1" w:styleId="Akapitzlist1">
    <w:name w:val="Akapit z listą1"/>
    <w:basedOn w:val="Normalny"/>
    <w:rsid w:val="009F464B"/>
    <w:pPr>
      <w:ind w:left="72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303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rsid w:val="00563E8C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3E8C"/>
    <w:rPr>
      <w:rFonts w:ascii="Century Gothic" w:hAnsi="Century Gothic" w:cs="Century Gothic"/>
      <w:b/>
      <w:bCs/>
    </w:rPr>
  </w:style>
  <w:style w:type="paragraph" w:customStyle="1" w:styleId="xl114">
    <w:name w:val="xl114"/>
    <w:basedOn w:val="Normalny"/>
    <w:rsid w:val="00E11AB7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8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NA_Zam&#243;wienia\NA_Razem_Zam&#243;wienia\DP180\GAZ-SYSTEM\2012\P%20-%20publiczne\ZP%20-%2048\og&#322;oszenie%20za&#322;&#261;czniki\TEN-E%20szablon%20pism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TEN-E szablon pisma.dotx</Template>
  <TotalTime>0</TotalTime>
  <Pages>1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2009-07-06T09:33:00Z</cp:lastPrinted>
  <dcterms:created xsi:type="dcterms:W3CDTF">2013-01-09T12:12:00Z</dcterms:created>
  <dcterms:modified xsi:type="dcterms:W3CDTF">2025-12-10T08:58:00Z</dcterms:modified>
</cp:coreProperties>
</file>